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A06B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A031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9CF2A3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4EC00680" w14:textId="35933F6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E6561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CE6561">
        <w:rPr>
          <w:rFonts w:ascii="Corbel" w:hAnsi="Corbel"/>
          <w:sz w:val="20"/>
          <w:szCs w:val="20"/>
        </w:rPr>
        <w:t>2</w:t>
      </w:r>
    </w:p>
    <w:p w14:paraId="37C63F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7869C2" w14:textId="4EB1BCA7" w:rsidR="0085747A" w:rsidRDefault="0085747A" w:rsidP="00CE6561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CE6561">
        <w:rPr>
          <w:rFonts w:ascii="Corbel" w:hAnsi="Corbel"/>
          <w:szCs w:val="24"/>
        </w:rPr>
        <w:t xml:space="preserve"> </w:t>
      </w:r>
    </w:p>
    <w:p w14:paraId="4F2161CC" w14:textId="77777777" w:rsidR="00CE6561" w:rsidRPr="009C54AE" w:rsidRDefault="00CE6561" w:rsidP="00CE65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8A102" w14:textId="77777777" w:rsidTr="00B819C8">
        <w:tc>
          <w:tcPr>
            <w:tcW w:w="2694" w:type="dxa"/>
            <w:vAlign w:val="center"/>
          </w:tcPr>
          <w:p w14:paraId="657E15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FADBA2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1D08A50" w14:textId="77777777" w:rsidTr="00B819C8">
        <w:tc>
          <w:tcPr>
            <w:tcW w:w="2694" w:type="dxa"/>
            <w:vAlign w:val="center"/>
          </w:tcPr>
          <w:p w14:paraId="05D584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421946" w14:textId="77777777" w:rsidR="0085747A" w:rsidRPr="009C54AE" w:rsidRDefault="00E2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420">
              <w:rPr>
                <w:rFonts w:ascii="Corbel" w:hAnsi="Corbel"/>
                <w:b w:val="0"/>
                <w:sz w:val="24"/>
                <w:szCs w:val="24"/>
              </w:rPr>
              <w:t>E/II/GRiL/C.8</w:t>
            </w:r>
          </w:p>
        </w:tc>
      </w:tr>
      <w:tr w:rsidR="0085747A" w:rsidRPr="009C54AE" w14:paraId="373DE242" w14:textId="77777777" w:rsidTr="00B819C8">
        <w:tc>
          <w:tcPr>
            <w:tcW w:w="2694" w:type="dxa"/>
            <w:vAlign w:val="center"/>
          </w:tcPr>
          <w:p w14:paraId="185710E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F5E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561" w:rsidRPr="009C54AE" w14:paraId="187FA8ED" w14:textId="77777777" w:rsidTr="00B819C8">
        <w:tc>
          <w:tcPr>
            <w:tcW w:w="2694" w:type="dxa"/>
            <w:vAlign w:val="center"/>
          </w:tcPr>
          <w:p w14:paraId="5C1DD0FF" w14:textId="77777777" w:rsidR="00CE6561" w:rsidRPr="009C54AE" w:rsidRDefault="00CE6561" w:rsidP="00CE656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E7AA5D" w14:textId="491CD08C" w:rsidR="00CE6561" w:rsidRPr="009C54AE" w:rsidRDefault="00CE6561" w:rsidP="00CE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BB48EF" w14:textId="77777777" w:rsidTr="00B819C8">
        <w:tc>
          <w:tcPr>
            <w:tcW w:w="2694" w:type="dxa"/>
            <w:vAlign w:val="center"/>
          </w:tcPr>
          <w:p w14:paraId="74803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FC87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E39973E" w14:textId="77777777" w:rsidTr="00B819C8">
        <w:tc>
          <w:tcPr>
            <w:tcW w:w="2694" w:type="dxa"/>
            <w:vAlign w:val="center"/>
          </w:tcPr>
          <w:p w14:paraId="5BE9FD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B4B03" w14:textId="2FB2334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CC35DD" w14:textId="77777777" w:rsidTr="00B819C8">
        <w:tc>
          <w:tcPr>
            <w:tcW w:w="2694" w:type="dxa"/>
            <w:vAlign w:val="center"/>
          </w:tcPr>
          <w:p w14:paraId="426C07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6C963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50C298D" w14:textId="77777777" w:rsidTr="00B819C8">
        <w:tc>
          <w:tcPr>
            <w:tcW w:w="2694" w:type="dxa"/>
            <w:vAlign w:val="center"/>
          </w:tcPr>
          <w:p w14:paraId="423B5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7ABF5C" w14:textId="1F898366" w:rsidR="0085747A" w:rsidRPr="009C54AE" w:rsidRDefault="000075D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F7DF624" w14:textId="77777777" w:rsidTr="00B819C8">
        <w:tc>
          <w:tcPr>
            <w:tcW w:w="2694" w:type="dxa"/>
            <w:vAlign w:val="center"/>
          </w:tcPr>
          <w:p w14:paraId="6EA2ED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7480CB" w14:textId="7184801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012B4D1" w14:textId="77777777" w:rsidTr="00B819C8">
        <w:tc>
          <w:tcPr>
            <w:tcW w:w="2694" w:type="dxa"/>
            <w:vAlign w:val="center"/>
          </w:tcPr>
          <w:p w14:paraId="5E588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9D56A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FE887" w14:textId="77777777" w:rsidTr="00B819C8">
        <w:tc>
          <w:tcPr>
            <w:tcW w:w="2694" w:type="dxa"/>
            <w:vAlign w:val="center"/>
          </w:tcPr>
          <w:p w14:paraId="68AF6F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543B9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C65DB0" w14:textId="77777777" w:rsidTr="00B819C8">
        <w:tc>
          <w:tcPr>
            <w:tcW w:w="2694" w:type="dxa"/>
            <w:vAlign w:val="center"/>
          </w:tcPr>
          <w:p w14:paraId="2D084B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4539C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93F47F1" w14:textId="77777777" w:rsidTr="00B819C8">
        <w:tc>
          <w:tcPr>
            <w:tcW w:w="2694" w:type="dxa"/>
            <w:vAlign w:val="center"/>
          </w:tcPr>
          <w:p w14:paraId="6904E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3E3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2BB796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F9A71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F731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DC3E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EE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EBBA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E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E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1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94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0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1D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4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4D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5A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E2C63B" w14:textId="77777777" w:rsidTr="00CE65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165" w14:textId="62ECA45C" w:rsidR="00015B8F" w:rsidRPr="009C54AE" w:rsidRDefault="00CE65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A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2CC" w14:textId="371F379A" w:rsidR="00015B8F" w:rsidRPr="009C54AE" w:rsidRDefault="000075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3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3B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F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1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4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FD6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BCD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9C3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7477E6" w14:textId="77777777" w:rsidR="00CE6561" w:rsidRPr="003C0190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B28A1D3" w14:textId="77777777" w:rsidR="00CE6561" w:rsidRPr="009C54AE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0D4EB73" w14:textId="77777777" w:rsidR="00CE6561" w:rsidRPr="009C54AE" w:rsidRDefault="00CE6561" w:rsidP="00CE65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05F9A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AE107A" w14:textId="2BFB1B31" w:rsidR="009C54AE" w:rsidRDefault="00CE6561" w:rsidP="00CE656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6BADB4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AB8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34B2E4" w14:textId="77777777" w:rsidTr="00745302">
        <w:tc>
          <w:tcPr>
            <w:tcW w:w="9670" w:type="dxa"/>
          </w:tcPr>
          <w:p w14:paraId="43F49681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193EB86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BF91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301AC0" w14:textId="7041632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E7EF7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DECD0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6D3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07368CA0" w14:textId="77777777" w:rsidTr="00923D7D">
        <w:tc>
          <w:tcPr>
            <w:tcW w:w="851" w:type="dxa"/>
            <w:vAlign w:val="center"/>
          </w:tcPr>
          <w:p w14:paraId="2EED44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6029F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31F58676" w14:textId="77777777" w:rsidTr="00923D7D">
        <w:tc>
          <w:tcPr>
            <w:tcW w:w="851" w:type="dxa"/>
            <w:vAlign w:val="center"/>
          </w:tcPr>
          <w:p w14:paraId="52BD89D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5D4A3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21C0394C" w14:textId="77777777" w:rsidTr="00923D7D">
        <w:tc>
          <w:tcPr>
            <w:tcW w:w="851" w:type="dxa"/>
            <w:vAlign w:val="center"/>
          </w:tcPr>
          <w:p w14:paraId="33342C38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91218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6662D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4E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3F59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D280AC" w14:textId="77777777" w:rsidTr="0071620A">
        <w:tc>
          <w:tcPr>
            <w:tcW w:w="1701" w:type="dxa"/>
            <w:vAlign w:val="center"/>
          </w:tcPr>
          <w:p w14:paraId="745BAA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BAB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D5E5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3474" w:rsidRPr="009C54AE" w14:paraId="74880702" w14:textId="77777777" w:rsidTr="005E6E85">
        <w:tc>
          <w:tcPr>
            <w:tcW w:w="1701" w:type="dxa"/>
          </w:tcPr>
          <w:p w14:paraId="099F152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FB9518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6C939355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23474" w:rsidRPr="009C54AE" w14:paraId="74EA85C3" w14:textId="77777777" w:rsidTr="005E6E85">
        <w:tc>
          <w:tcPr>
            <w:tcW w:w="1701" w:type="dxa"/>
          </w:tcPr>
          <w:p w14:paraId="2181BD8E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51C4B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20F5131A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23474" w:rsidRPr="009C54AE" w14:paraId="05C05128" w14:textId="77777777" w:rsidTr="005E6E85">
        <w:tc>
          <w:tcPr>
            <w:tcW w:w="1701" w:type="dxa"/>
          </w:tcPr>
          <w:p w14:paraId="641A885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EC7CA4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3768B06" w14:textId="77777777" w:rsidR="00A23474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3474" w:rsidRPr="009C54AE" w14:paraId="4ACE5C14" w14:textId="77777777" w:rsidTr="005E6E85">
        <w:tc>
          <w:tcPr>
            <w:tcW w:w="1701" w:type="dxa"/>
          </w:tcPr>
          <w:p w14:paraId="3DF6153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97D258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F6D2FC4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23474" w:rsidRPr="009C54AE" w14:paraId="4FF929D9" w14:textId="77777777" w:rsidTr="005E6E85">
        <w:tc>
          <w:tcPr>
            <w:tcW w:w="1701" w:type="dxa"/>
          </w:tcPr>
          <w:p w14:paraId="69AF381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06C4FD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8BFC519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A23474" w:rsidRPr="009C54AE" w14:paraId="6C00D33F" w14:textId="77777777" w:rsidTr="005E6E85">
        <w:tc>
          <w:tcPr>
            <w:tcW w:w="1701" w:type="dxa"/>
          </w:tcPr>
          <w:p w14:paraId="24C74B8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A9C195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7741970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A23474" w:rsidRPr="009C54AE" w14:paraId="079B9B51" w14:textId="77777777" w:rsidTr="005E6E85">
        <w:tc>
          <w:tcPr>
            <w:tcW w:w="1701" w:type="dxa"/>
          </w:tcPr>
          <w:p w14:paraId="76B517D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C615C6B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33455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7A2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FADC9" w14:textId="5B4EFC7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0376C7F" w14:textId="77777777" w:rsidR="00CE6561" w:rsidRPr="009C54AE" w:rsidRDefault="00CE65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983A5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70328B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448D5A98" w14:textId="77777777" w:rsidTr="003D60DD">
        <w:tc>
          <w:tcPr>
            <w:tcW w:w="9639" w:type="dxa"/>
          </w:tcPr>
          <w:p w14:paraId="5F3D0FA0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177EFF2A" w14:textId="77777777" w:rsidTr="003D60DD">
        <w:tc>
          <w:tcPr>
            <w:tcW w:w="9639" w:type="dxa"/>
          </w:tcPr>
          <w:p w14:paraId="7DD96184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3A37E9E6" w14:textId="77777777" w:rsidTr="003D60DD">
        <w:tc>
          <w:tcPr>
            <w:tcW w:w="9639" w:type="dxa"/>
          </w:tcPr>
          <w:p w14:paraId="7E0FAB9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54295EC7" w14:textId="77777777" w:rsidTr="003D60DD">
        <w:tc>
          <w:tcPr>
            <w:tcW w:w="9639" w:type="dxa"/>
          </w:tcPr>
          <w:p w14:paraId="0E14EF34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1B5E01C" w14:textId="77777777" w:rsidTr="003D60DD">
        <w:tc>
          <w:tcPr>
            <w:tcW w:w="9639" w:type="dxa"/>
          </w:tcPr>
          <w:p w14:paraId="5225DDAC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4303257E" w14:textId="77777777" w:rsidTr="003D60DD">
        <w:tc>
          <w:tcPr>
            <w:tcW w:w="9639" w:type="dxa"/>
          </w:tcPr>
          <w:p w14:paraId="096356BC" w14:textId="77777777" w:rsidR="00784DDA" w:rsidRPr="00FE26CD" w:rsidRDefault="00784DDA" w:rsidP="00DD4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Wizerunek </w:t>
            </w:r>
            <w:r w:rsidR="00DD4059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jego kształtowania</w:t>
            </w:r>
          </w:p>
        </w:tc>
      </w:tr>
      <w:tr w:rsidR="00784DDA" w:rsidRPr="009C54AE" w14:paraId="3350B613" w14:textId="77777777" w:rsidTr="003D60DD">
        <w:tc>
          <w:tcPr>
            <w:tcW w:w="9639" w:type="dxa"/>
          </w:tcPr>
          <w:p w14:paraId="6AC21947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D50EE5A" w14:textId="77777777" w:rsidTr="003D60DD">
        <w:tc>
          <w:tcPr>
            <w:tcW w:w="9639" w:type="dxa"/>
          </w:tcPr>
          <w:p w14:paraId="3A65C55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54D4D8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B32B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9C6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F0386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52071A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369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D16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1B6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09C3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F1E036" w14:textId="77777777" w:rsidTr="00C05F44">
        <w:tc>
          <w:tcPr>
            <w:tcW w:w="1985" w:type="dxa"/>
            <w:vAlign w:val="center"/>
          </w:tcPr>
          <w:p w14:paraId="7C999CD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2278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7516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EB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5F95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3474" w:rsidRPr="009C54AE" w14:paraId="1EE64B09" w14:textId="77777777" w:rsidTr="00C05F44">
        <w:tc>
          <w:tcPr>
            <w:tcW w:w="1985" w:type="dxa"/>
          </w:tcPr>
          <w:p w14:paraId="1F333FC7" w14:textId="77777777" w:rsidR="00A23474" w:rsidRPr="009C54AE" w:rsidRDefault="00A23474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C2265B3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1EA4448B" w14:textId="6CD0F1F4" w:rsidR="00A23474" w:rsidRPr="00CE6561" w:rsidRDefault="00CE6561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04558D28" w14:textId="77777777" w:rsidTr="00C05F44">
        <w:tc>
          <w:tcPr>
            <w:tcW w:w="1985" w:type="dxa"/>
          </w:tcPr>
          <w:p w14:paraId="03D95723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3F09C67" w14:textId="77777777" w:rsidR="00CE6561" w:rsidRPr="009C54AE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00ACE839" w14:textId="5DFCADC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946FF04" w14:textId="77777777" w:rsidTr="00C05F44">
        <w:tc>
          <w:tcPr>
            <w:tcW w:w="1985" w:type="dxa"/>
          </w:tcPr>
          <w:p w14:paraId="6114DEB8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B11E1A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DDCC38E" w14:textId="14968A5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4A30328" w14:textId="77777777" w:rsidTr="00C05F44">
        <w:tc>
          <w:tcPr>
            <w:tcW w:w="1985" w:type="dxa"/>
          </w:tcPr>
          <w:p w14:paraId="13B233E4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67D79D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6B7CF94" w14:textId="66843068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661CF72F" w14:textId="77777777" w:rsidTr="00C05F44">
        <w:tc>
          <w:tcPr>
            <w:tcW w:w="1985" w:type="dxa"/>
          </w:tcPr>
          <w:p w14:paraId="0CBCFDAF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CE87B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C4FA295" w14:textId="5E226AC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A8033E6" w14:textId="77777777" w:rsidTr="00C05F44">
        <w:tc>
          <w:tcPr>
            <w:tcW w:w="1985" w:type="dxa"/>
          </w:tcPr>
          <w:p w14:paraId="0043A3BD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DED3F1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99F606" w14:textId="4707E59F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9967B88" w14:textId="77777777" w:rsidTr="00C05F44">
        <w:tc>
          <w:tcPr>
            <w:tcW w:w="1985" w:type="dxa"/>
          </w:tcPr>
          <w:p w14:paraId="4353D1BA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1A197E1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4C34E8" w14:textId="466A586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3D0DC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76F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4FEA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23474" w:rsidRPr="009C54AE" w14:paraId="1691EE57" w14:textId="77777777" w:rsidTr="00A23474">
        <w:tc>
          <w:tcPr>
            <w:tcW w:w="9670" w:type="dxa"/>
          </w:tcPr>
          <w:p w14:paraId="40E88198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32C08806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F2F25EC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ECE9D1B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076E14DD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5232619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50794F51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58E4C625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5B924C9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77714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939F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6164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7D6C5C" w14:textId="77777777" w:rsidTr="003E1941">
        <w:tc>
          <w:tcPr>
            <w:tcW w:w="4962" w:type="dxa"/>
            <w:vAlign w:val="center"/>
          </w:tcPr>
          <w:p w14:paraId="50618B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3F46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5AF99FB" w14:textId="77777777" w:rsidTr="00923D7D">
        <w:tc>
          <w:tcPr>
            <w:tcW w:w="4962" w:type="dxa"/>
          </w:tcPr>
          <w:p w14:paraId="35B2D81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17EB6E" w14:textId="68B5831F" w:rsidR="009026B1" w:rsidRPr="009C54AE" w:rsidRDefault="000075DF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79B836F5" w14:textId="77777777" w:rsidTr="00923D7D">
        <w:tc>
          <w:tcPr>
            <w:tcW w:w="4962" w:type="dxa"/>
          </w:tcPr>
          <w:p w14:paraId="0CB2DC7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BFC5F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1AC304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6E7415BA" w14:textId="77777777" w:rsidTr="00923D7D">
        <w:tc>
          <w:tcPr>
            <w:tcW w:w="4962" w:type="dxa"/>
          </w:tcPr>
          <w:p w14:paraId="385E88F8" w14:textId="084BD1BD" w:rsidR="009026B1" w:rsidRPr="009C54AE" w:rsidRDefault="009026B1" w:rsidP="00CE6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E65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B972C1" w14:textId="434B9103" w:rsidR="009026B1" w:rsidRPr="009C54AE" w:rsidRDefault="000075DF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7AF2479" w14:textId="77777777" w:rsidTr="00923D7D">
        <w:tc>
          <w:tcPr>
            <w:tcW w:w="4962" w:type="dxa"/>
          </w:tcPr>
          <w:p w14:paraId="767262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3C91B9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D39137" w14:textId="77777777" w:rsidTr="00923D7D">
        <w:tc>
          <w:tcPr>
            <w:tcW w:w="4962" w:type="dxa"/>
          </w:tcPr>
          <w:p w14:paraId="55170D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727A87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76D4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AE29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4B0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D1F8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17064468" w14:textId="77777777" w:rsidTr="00CE6561">
        <w:trPr>
          <w:trHeight w:val="397"/>
          <w:jc w:val="center"/>
        </w:trPr>
        <w:tc>
          <w:tcPr>
            <w:tcW w:w="3544" w:type="dxa"/>
          </w:tcPr>
          <w:p w14:paraId="073A26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E6A2F4" w14:textId="0F5E4FE5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159CC" w14:textId="77777777" w:rsidTr="00CE6561">
        <w:trPr>
          <w:trHeight w:val="397"/>
          <w:jc w:val="center"/>
        </w:trPr>
        <w:tc>
          <w:tcPr>
            <w:tcW w:w="3544" w:type="dxa"/>
          </w:tcPr>
          <w:p w14:paraId="667B14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DB68F" w14:textId="302BC35B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3EDC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76B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E5E8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0AC948" w14:textId="77777777" w:rsidTr="00CE6561">
        <w:trPr>
          <w:trHeight w:val="397"/>
          <w:jc w:val="center"/>
        </w:trPr>
        <w:tc>
          <w:tcPr>
            <w:tcW w:w="7513" w:type="dxa"/>
          </w:tcPr>
          <w:p w14:paraId="52061392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29B7FB" w14:textId="3817F491" w:rsid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31840043" w14:textId="77777777" w:rsidR="009026B1" w:rsidRP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628D27B4" w14:textId="77777777" w:rsidTr="00CE6561">
        <w:trPr>
          <w:trHeight w:val="397"/>
          <w:jc w:val="center"/>
        </w:trPr>
        <w:tc>
          <w:tcPr>
            <w:tcW w:w="7513" w:type="dxa"/>
          </w:tcPr>
          <w:p w14:paraId="28D898D0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B2C3F" w14:textId="77777777" w:rsidR="009026B1" w:rsidRPr="00784DDA" w:rsidRDefault="009026B1" w:rsidP="00CE6561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8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sferze publicznej : wizerunek i komunikacja, red. M. Tabernacka, A. Szadok-Bratuń, Wolters Kluwer Polska,  Warszawa  2012.</w:t>
            </w:r>
          </w:p>
        </w:tc>
      </w:tr>
    </w:tbl>
    <w:p w14:paraId="5C3914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F2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539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4BA24" w14:textId="77777777" w:rsidR="00452D3D" w:rsidRDefault="00452D3D" w:rsidP="00C16ABF">
      <w:pPr>
        <w:spacing w:after="0" w:line="240" w:lineRule="auto"/>
      </w:pPr>
      <w:r>
        <w:separator/>
      </w:r>
    </w:p>
  </w:endnote>
  <w:endnote w:type="continuationSeparator" w:id="0">
    <w:p w14:paraId="053D97F5" w14:textId="77777777" w:rsidR="00452D3D" w:rsidRDefault="00452D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AF811" w14:textId="77777777" w:rsidR="00452D3D" w:rsidRDefault="00452D3D" w:rsidP="00C16ABF">
      <w:pPr>
        <w:spacing w:after="0" w:line="240" w:lineRule="auto"/>
      </w:pPr>
      <w:r>
        <w:separator/>
      </w:r>
    </w:p>
  </w:footnote>
  <w:footnote w:type="continuationSeparator" w:id="0">
    <w:p w14:paraId="539DAA58" w14:textId="77777777" w:rsidR="00452D3D" w:rsidRDefault="00452D3D" w:rsidP="00C16ABF">
      <w:pPr>
        <w:spacing w:after="0" w:line="240" w:lineRule="auto"/>
      </w:pPr>
      <w:r>
        <w:continuationSeparator/>
      </w:r>
    </w:p>
  </w:footnote>
  <w:footnote w:id="1">
    <w:p w14:paraId="7433CE2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F5FB0"/>
    <w:multiLevelType w:val="hybridMultilevel"/>
    <w:tmpl w:val="3240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5DF"/>
    <w:rsid w:val="000077B4"/>
    <w:rsid w:val="00015B8F"/>
    <w:rsid w:val="00022ECE"/>
    <w:rsid w:val="00042A51"/>
    <w:rsid w:val="00042D2E"/>
    <w:rsid w:val="00044C82"/>
    <w:rsid w:val="000655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8107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D3D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91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3909"/>
    <w:rsid w:val="009508DF"/>
    <w:rsid w:val="00950DAC"/>
    <w:rsid w:val="00954A07"/>
    <w:rsid w:val="00984B23"/>
    <w:rsid w:val="00991867"/>
    <w:rsid w:val="0099312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47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EE0"/>
    <w:rsid w:val="00C56036"/>
    <w:rsid w:val="00C61DC5"/>
    <w:rsid w:val="00C67E92"/>
    <w:rsid w:val="00C70A26"/>
    <w:rsid w:val="00C766DF"/>
    <w:rsid w:val="00C86DF4"/>
    <w:rsid w:val="00C94B98"/>
    <w:rsid w:val="00C97B77"/>
    <w:rsid w:val="00CA2B96"/>
    <w:rsid w:val="00CA5089"/>
    <w:rsid w:val="00CA56E5"/>
    <w:rsid w:val="00CD6897"/>
    <w:rsid w:val="00CE5BAC"/>
    <w:rsid w:val="00CE656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AB17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ED209-9C99-4669-9A51-CC51D085B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B7EED1-B742-4C5F-B61E-58F7DC3582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611183-0475-4321-9E5D-A6E3BFC68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E63665-1A08-4F00-A725-298542F84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2020-12-14T00:24:00Z</dcterms:created>
  <dcterms:modified xsi:type="dcterms:W3CDTF">2020-12-14T00:25:00Z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